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17D54">
        <w:rPr>
          <w:rFonts w:ascii="Arial" w:hAnsi="Arial" w:cs="Arial"/>
          <w:b/>
          <w:caps/>
          <w:sz w:val="28"/>
          <w:szCs w:val="28"/>
        </w:rPr>
        <w:t>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17D5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17D54">
              <w:rPr>
                <w:rFonts w:ascii="Arial" w:hAnsi="Arial" w:cs="Arial"/>
                <w:sz w:val="20"/>
                <w:szCs w:val="20"/>
              </w:rPr>
              <w:t>À EDP, solicitando a troca dos postes de madeira existentes na Estrada do Bairro Lagoa Azul,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717D54" w:rsidRPr="00717D54">
        <w:rPr>
          <w:rFonts w:ascii="Arial" w:hAnsi="Arial" w:cs="Arial"/>
        </w:rPr>
        <w:t>à EDP solicitando a troca dos postes de madeira existentes na Estrada do Bairro Lagoa Azul, neste Município.</w:t>
      </w:r>
    </w:p>
    <w:p w:rsidR="00717D54" w:rsidRDefault="00717D54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Vimos recebendo diversas reclamações</w:t>
      </w:r>
      <w:r w:rsidRPr="00717D54">
        <w:rPr>
          <w:rFonts w:ascii="Arial" w:hAnsi="Arial" w:cs="Arial"/>
        </w:rPr>
        <w:t xml:space="preserve"> de moradores do bairro </w:t>
      </w:r>
      <w:r>
        <w:rPr>
          <w:rFonts w:ascii="Arial" w:hAnsi="Arial" w:cs="Arial"/>
        </w:rPr>
        <w:t xml:space="preserve">com relação aos </w:t>
      </w:r>
      <w:r w:rsidRPr="00717D54">
        <w:rPr>
          <w:rFonts w:ascii="Arial" w:hAnsi="Arial" w:cs="Arial"/>
        </w:rPr>
        <w:t>poste</w:t>
      </w:r>
      <w:r>
        <w:rPr>
          <w:rFonts w:ascii="Arial" w:hAnsi="Arial" w:cs="Arial"/>
        </w:rPr>
        <w:t>s que</w:t>
      </w:r>
      <w:r w:rsidRPr="00717D54">
        <w:rPr>
          <w:rFonts w:ascii="Arial" w:hAnsi="Arial" w:cs="Arial"/>
        </w:rPr>
        <w:t xml:space="preserve"> se encontra</w:t>
      </w:r>
      <w:r>
        <w:rPr>
          <w:rFonts w:ascii="Arial" w:hAnsi="Arial" w:cs="Arial"/>
        </w:rPr>
        <w:t>m</w:t>
      </w:r>
      <w:r w:rsidRPr="00717D54">
        <w:rPr>
          <w:rFonts w:ascii="Arial" w:hAnsi="Arial" w:cs="Arial"/>
        </w:rPr>
        <w:t xml:space="preserve"> torto</w:t>
      </w:r>
      <w:r>
        <w:rPr>
          <w:rFonts w:ascii="Arial" w:hAnsi="Arial" w:cs="Arial"/>
        </w:rPr>
        <w:t>s</w:t>
      </w:r>
      <w:r w:rsidRPr="00717D5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apresentando</w:t>
      </w:r>
      <w:r w:rsidRPr="00717D54">
        <w:rPr>
          <w:rFonts w:ascii="Arial" w:hAnsi="Arial" w:cs="Arial"/>
        </w:rPr>
        <w:t xml:space="preserve"> sério risco de queda.</w:t>
      </w:r>
    </w:p>
    <w:p w:rsidR="00717D54" w:rsidRDefault="00717D54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717D54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17D54">
        <w:rPr>
          <w:rFonts w:ascii="Arial" w:hAnsi="Arial" w:cs="Arial"/>
        </w:rPr>
        <w:t xml:space="preserve">28 de março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7D54" w:rsidRPr="00A34F2C" w:rsidRDefault="00717D54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17D54" w:rsidRDefault="00717D54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17D54" w:rsidRPr="00A34F2C" w:rsidRDefault="00717D54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7D54" w:rsidRDefault="00717D54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7D54" w:rsidRDefault="00717D54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7D54" w:rsidRDefault="00717D54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7D54" w:rsidRDefault="00717D54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7D54" w:rsidRDefault="00717D54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7D54" w:rsidRDefault="00717D54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7D54" w:rsidRDefault="00717D54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7D54" w:rsidRDefault="00717D54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618357"/>
            <wp:effectExtent l="0" t="0" r="8255" b="1270"/>
            <wp:docPr id="3" name="Imagem 3" descr="C:\Users\Secretaria-CMS-1379\AppData\Local\Microsoft\Windows\Temporary Internet Files\Content.Word\DateCamera0125084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DateCamera01250845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618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D54" w:rsidRDefault="00717D54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3778A6" w:rsidRDefault="003778A6" w:rsidP="0023029C">
      <w:pPr>
        <w:jc w:val="center"/>
        <w:rPr>
          <w:rFonts w:ascii="Arial" w:hAnsi="Arial" w:cs="Arial"/>
        </w:rPr>
      </w:pPr>
    </w:p>
    <w:p w:rsidR="0023029C" w:rsidRPr="0023029C" w:rsidRDefault="0023029C" w:rsidP="0023029C">
      <w:pPr>
        <w:jc w:val="center"/>
        <w:rPr>
          <w:rFonts w:ascii="Arial" w:hAnsi="Arial" w:cs="Arial"/>
        </w:rPr>
      </w:pPr>
    </w:p>
    <w:sectPr w:rsidR="0023029C" w:rsidRPr="002302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9DC" w:rsidRDefault="008419DC">
      <w:r>
        <w:separator/>
      </w:r>
    </w:p>
  </w:endnote>
  <w:endnote w:type="continuationSeparator" w:id="0">
    <w:p w:rsidR="008419DC" w:rsidRDefault="00841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9DC" w:rsidRDefault="008419DC">
      <w:r>
        <w:separator/>
      </w:r>
    </w:p>
  </w:footnote>
  <w:footnote w:type="continuationSeparator" w:id="0">
    <w:p w:rsidR="008419DC" w:rsidRDefault="00841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17D54">
      <w:rPr>
        <w:rFonts w:ascii="Arial" w:hAnsi="Arial" w:cs="Arial"/>
        <w:b/>
        <w:sz w:val="20"/>
        <w:szCs w:val="20"/>
        <w:u w:val="single"/>
      </w:rPr>
      <w:t>55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717D54">
      <w:rPr>
        <w:rFonts w:ascii="Arial" w:hAnsi="Arial" w:cs="Arial"/>
        <w:b/>
        <w:sz w:val="20"/>
        <w:szCs w:val="20"/>
        <w:u w:val="single"/>
      </w:rPr>
      <w:t>Valmir do Parque Meia Lua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7D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7D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16E5B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17D5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19D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AF324-F1E3-43F5-B42E-B70CDF12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133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2018-03-26T11:35:00Z</dcterms:created>
  <dcterms:modified xsi:type="dcterms:W3CDTF">2018-03-26T11:39:00Z</dcterms:modified>
</cp:coreProperties>
</file>